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FC" w:rsidRPr="00DF3428" w:rsidRDefault="00CE0CFC" w:rsidP="00DF59EF">
      <w:pPr>
        <w:pStyle w:val="Subhead2"/>
        <w:spacing w:line="360" w:lineRule="auto"/>
        <w:ind w:left="-142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CE0CFC" w:rsidRPr="000D4063" w:rsidRDefault="00CE0CFC" w:rsidP="00DF59EF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tbl>
      <w:tblPr>
        <w:tblW w:w="974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97"/>
        <w:gridCol w:w="3543"/>
        <w:gridCol w:w="567"/>
        <w:gridCol w:w="1843"/>
        <w:gridCol w:w="1418"/>
        <w:gridCol w:w="1875"/>
      </w:tblGrid>
      <w:tr w:rsidR="00CE0CFC" w:rsidRPr="00C55A47" w:rsidTr="00F619FD">
        <w:trPr>
          <w:trHeight w:val="534"/>
        </w:trPr>
        <w:tc>
          <w:tcPr>
            <w:tcW w:w="974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CE0CFC" w:rsidRPr="00670C24" w:rsidRDefault="00CE0CFC" w:rsidP="00D67D36">
            <w:pPr>
              <w:jc w:val="center"/>
              <w:rPr>
                <w:rFonts w:ascii="Calibri" w:hAnsi="Calibri"/>
                <w:b/>
                <w:bCs/>
                <w:iCs/>
                <w:sz w:val="24"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WYKAZ </w:t>
            </w:r>
            <w:r w:rsidRPr="00C55A47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URZĄDZEŃ TECHNICZNYCH 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(</w:t>
            </w:r>
            <w:r w:rsidRPr="00670C24">
              <w:rPr>
                <w:rFonts w:ascii="Calibri" w:hAnsi="Calibri"/>
                <w:b/>
                <w:bCs/>
                <w:iCs/>
                <w:sz w:val="24"/>
                <w:szCs w:val="22"/>
              </w:rPr>
              <w:t>POTENCJAŁ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U</w:t>
            </w:r>
            <w:r w:rsidRPr="00670C24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TECHNICZN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>EGO)</w:t>
            </w:r>
            <w:r w:rsidRPr="009B0D56"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br/>
            </w:r>
            <w:r w:rsidRPr="009B0D56">
              <w:rPr>
                <w:rFonts w:ascii="Calibri" w:hAnsi="Calibri"/>
                <w:b/>
                <w:bCs/>
                <w:iCs/>
                <w:sz w:val="24"/>
                <w:szCs w:val="22"/>
              </w:rPr>
              <w:t>dostępnych wykonawcy w celu wykonania zamówienia</w:t>
            </w:r>
            <w:r>
              <w:rPr>
                <w:rFonts w:ascii="Calibri" w:hAnsi="Calibri"/>
                <w:b/>
                <w:bCs/>
                <w:iCs/>
                <w:sz w:val="24"/>
                <w:szCs w:val="22"/>
              </w:rPr>
              <w:t xml:space="preserve"> publicznego</w:t>
            </w:r>
          </w:p>
        </w:tc>
      </w:tr>
      <w:tr w:rsidR="00CE0CFC" w:rsidRPr="00C55A47" w:rsidTr="00331EAB">
        <w:trPr>
          <w:trHeight w:val="125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CE0CFC" w:rsidRPr="00C55A47" w:rsidRDefault="00CE0CFC" w:rsidP="00350E12">
            <w:pPr>
              <w:pStyle w:val="Heading1"/>
              <w:jc w:val="center"/>
              <w:rPr>
                <w:rFonts w:ascii="Calibri" w:hAnsi="Calibri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>L.p.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/>
            <w:vAlign w:val="center"/>
          </w:tcPr>
          <w:p w:rsidR="00CE0CFC" w:rsidRDefault="00CE0CFC" w:rsidP="00350E12">
            <w:pPr>
              <w:pStyle w:val="BodyText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C55A47">
              <w:rPr>
                <w:rFonts w:ascii="Calibri" w:hAnsi="Calibri" w:cs="Arial"/>
                <w:b/>
                <w:bCs/>
                <w:sz w:val="20"/>
              </w:rPr>
              <w:t>Wyszczególnienie</w:t>
            </w:r>
            <w:r>
              <w:rPr>
                <w:rFonts w:ascii="Calibri" w:hAnsi="Calibri" w:cs="Arial"/>
                <w:b/>
                <w:bCs/>
                <w:sz w:val="20"/>
              </w:rPr>
              <w:t xml:space="preserve"> taboru</w:t>
            </w:r>
          </w:p>
          <w:p w:rsidR="00CE0CFC" w:rsidRPr="00670C24" w:rsidRDefault="00CE0CFC" w:rsidP="00350E12">
            <w:pPr>
              <w:pStyle w:val="Body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Informacje n</w:t>
            </w:r>
            <w:r w:rsidRPr="00670C24">
              <w:rPr>
                <w:rFonts w:ascii="Calibri" w:hAnsi="Calibri"/>
                <w:sz w:val="20"/>
              </w:rPr>
              <w:t xml:space="preserve">ależy przedstawić zgodnie z warunkiem udziału </w:t>
            </w:r>
            <w:r>
              <w:rPr>
                <w:rFonts w:ascii="Calibri" w:hAnsi="Calibri"/>
                <w:sz w:val="20"/>
              </w:rPr>
              <w:br/>
            </w:r>
            <w:r w:rsidRPr="00670C24">
              <w:rPr>
                <w:rFonts w:ascii="Calibri" w:hAnsi="Calibri"/>
                <w:sz w:val="20"/>
              </w:rPr>
              <w:t>w po</w:t>
            </w:r>
            <w:r>
              <w:rPr>
                <w:rFonts w:ascii="Calibri" w:hAnsi="Calibri"/>
                <w:sz w:val="20"/>
              </w:rPr>
              <w:t xml:space="preserve">stępowaniu opisanym </w:t>
            </w:r>
            <w:r>
              <w:rPr>
                <w:rFonts w:ascii="Calibri" w:hAnsi="Calibri"/>
                <w:sz w:val="20"/>
              </w:rPr>
              <w:br/>
              <w:t>w pkt. 10.2</w:t>
            </w:r>
            <w:r w:rsidRPr="00670C24">
              <w:rPr>
                <w:rFonts w:ascii="Calibri" w:hAnsi="Calibri"/>
                <w:sz w:val="20"/>
              </w:rPr>
              <w:t>.3.</w:t>
            </w:r>
            <w:r>
              <w:rPr>
                <w:rFonts w:ascii="Calibri" w:hAnsi="Calibri"/>
                <w:sz w:val="20"/>
              </w:rPr>
              <w:t>3</w:t>
            </w:r>
            <w:r w:rsidRPr="00670C24">
              <w:rPr>
                <w:rFonts w:ascii="Calibri" w:hAnsi="Calibri"/>
                <w:sz w:val="20"/>
              </w:rPr>
              <w:t>) SIWZ - zdolność techniczna lub zawodowa- potencjał techniczny wykonawcy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CE0CFC" w:rsidRPr="00C55A47" w:rsidRDefault="00CE0CFC" w:rsidP="00350E12">
            <w:pPr>
              <w:pStyle w:val="BodyText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C55A47">
              <w:rPr>
                <w:rFonts w:ascii="Calibri" w:hAnsi="Calibri" w:cs="Arial"/>
                <w:b/>
                <w:sz w:val="20"/>
              </w:rPr>
              <w:t>Ilość szt</w:t>
            </w:r>
            <w:r w:rsidRPr="00C55A47">
              <w:rPr>
                <w:rFonts w:ascii="Calibri" w:hAnsi="Calibri" w:cs="Arial"/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/>
            <w:vAlign w:val="center"/>
          </w:tcPr>
          <w:p w:rsidR="00CE0CFC" w:rsidRPr="00C55A47" w:rsidRDefault="00CE0CFC" w:rsidP="00350E12">
            <w:pPr>
              <w:pStyle w:val="BodyText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C55A47">
              <w:rPr>
                <w:rFonts w:ascii="Calibri" w:hAnsi="Calibri"/>
                <w:b/>
                <w:sz w:val="20"/>
              </w:rPr>
              <w:t xml:space="preserve">Informacja </w:t>
            </w:r>
            <w:r>
              <w:rPr>
                <w:rFonts w:ascii="Calibri" w:hAnsi="Calibri"/>
                <w:b/>
                <w:sz w:val="20"/>
              </w:rPr>
              <w:br/>
            </w:r>
            <w:r w:rsidRPr="00C55A47">
              <w:rPr>
                <w:rFonts w:ascii="Calibri" w:hAnsi="Calibri"/>
                <w:b/>
                <w:sz w:val="20"/>
              </w:rPr>
              <w:t>o dysponowaniu zasobami</w:t>
            </w:r>
          </w:p>
          <w:p w:rsidR="00CE0CFC" w:rsidRPr="00C55A47" w:rsidRDefault="00CE0CFC" w:rsidP="00350E12">
            <w:pPr>
              <w:jc w:val="center"/>
              <w:rPr>
                <w:rFonts w:ascii="Calibri" w:hAnsi="Calibri"/>
                <w:i/>
              </w:rPr>
            </w:pPr>
            <w:r w:rsidRPr="00C55A47">
              <w:rPr>
                <w:rFonts w:ascii="Calibri" w:hAnsi="Calibri"/>
                <w:i/>
              </w:rPr>
              <w:t>(wpisać "dysponuje" lub „będzie dysponował”)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  <w:shd w:val="clear" w:color="auto" w:fill="EEECE1"/>
            <w:vAlign w:val="center"/>
          </w:tcPr>
          <w:p w:rsidR="00CE0CFC" w:rsidRPr="00C55A47" w:rsidRDefault="00CE0CFC" w:rsidP="00350E12">
            <w:pPr>
              <w:pStyle w:val="BodyText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0"/>
              </w:rPr>
              <w:t xml:space="preserve">Podstawa do </w:t>
            </w:r>
            <w:r w:rsidRPr="00C55A47">
              <w:rPr>
                <w:rFonts w:ascii="Calibri" w:hAnsi="Calibri"/>
                <w:b/>
                <w:sz w:val="20"/>
              </w:rPr>
              <w:t>dysponowania zasobami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CE0CFC" w:rsidRPr="00C55A47" w:rsidRDefault="00CE0CFC" w:rsidP="00350E1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Podmiot, który dysponuje danym potencjałem technicznym</w:t>
            </w:r>
          </w:p>
        </w:tc>
      </w:tr>
      <w:tr w:rsidR="00CE0CFC" w:rsidRPr="00C55A47" w:rsidTr="00331EAB">
        <w:trPr>
          <w:trHeight w:hRule="exact" w:val="3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spacing w:before="40" w:after="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55A47">
              <w:rPr>
                <w:rFonts w:ascii="Calibri" w:hAnsi="Calibri"/>
                <w:b/>
                <w:bCs/>
                <w:sz w:val="18"/>
                <w:szCs w:val="18"/>
              </w:rPr>
              <w:t>6</w:t>
            </w: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  <w:rPr>
                <w:b/>
              </w:rPr>
            </w:pPr>
            <w:r w:rsidRPr="00C55A47">
              <w:t xml:space="preserve">           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  <w:r w:rsidRPr="00C55A47">
              <w:rPr>
                <w:rFonts w:ascii="Arial" w:hAnsi="Arial"/>
              </w:rPr>
              <w:t xml:space="preserve">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color w:val="auto"/>
                <w:sz w:val="20"/>
              </w:rPr>
            </w:pPr>
            <w:r w:rsidRPr="00C55A47">
              <w:rPr>
                <w:rFonts w:ascii="Calibri" w:hAnsi="Calibri"/>
                <w:sz w:val="20"/>
              </w:rPr>
              <w:t xml:space="preserve">        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  <w:tr w:rsidR="00CE0CFC" w:rsidRPr="00C55A47" w:rsidTr="00331EAB">
        <w:trPr>
          <w:trHeight w:val="83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FC" w:rsidRPr="00C55A47" w:rsidRDefault="00CE0CFC" w:rsidP="00D67D36">
            <w:pPr>
              <w:pStyle w:val="Tekstpodstawowy21"/>
              <w:tabs>
                <w:tab w:val="clear" w:pos="11766"/>
              </w:tabs>
              <w:spacing w:before="40" w:after="40"/>
              <w:jc w:val="center"/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spacing w:before="40" w:after="40"/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FC" w:rsidRPr="00C55A47" w:rsidRDefault="00CE0CFC" w:rsidP="00D67D36">
            <w:pPr>
              <w:pStyle w:val="nagwek1"/>
              <w:spacing w:before="0" w:after="0"/>
              <w:ind w:left="0" w:right="0" w:firstLine="0"/>
              <w:rPr>
                <w:rFonts w:ascii="Calibri" w:hAnsi="Calibri"/>
                <w:color w:val="auto"/>
                <w:sz w:val="20"/>
              </w:rPr>
            </w:pPr>
          </w:p>
        </w:tc>
      </w:tr>
    </w:tbl>
    <w:p w:rsidR="00CE0CFC" w:rsidRPr="00670C24" w:rsidRDefault="00CE0CFC" w:rsidP="0034547C">
      <w:pPr>
        <w:ind w:right="8788"/>
        <w:rPr>
          <w:i/>
          <w:iCs/>
        </w:rPr>
      </w:pPr>
    </w:p>
    <w:p w:rsidR="00CE0CFC" w:rsidRPr="00670C24" w:rsidRDefault="00CE0CFC" w:rsidP="0034547C">
      <w:pPr>
        <w:ind w:right="8788"/>
        <w:rPr>
          <w:i/>
          <w:iCs/>
        </w:rPr>
      </w:pPr>
    </w:p>
    <w:p w:rsidR="00CE0CFC" w:rsidRPr="00F65B61" w:rsidRDefault="00CE0CFC" w:rsidP="0034547C">
      <w:pPr>
        <w:tabs>
          <w:tab w:val="left" w:pos="4678"/>
        </w:tabs>
        <w:rPr>
          <w:i/>
          <w:sz w:val="24"/>
          <w:szCs w:val="24"/>
        </w:rPr>
      </w:pPr>
      <w:r w:rsidRPr="00F65B61">
        <w:rPr>
          <w:sz w:val="24"/>
          <w:szCs w:val="24"/>
        </w:rPr>
        <w:t>Data ____________</w:t>
      </w:r>
      <w:r w:rsidRPr="00F65B61">
        <w:rPr>
          <w:i/>
          <w:sz w:val="24"/>
          <w:szCs w:val="24"/>
        </w:rPr>
        <w:tab/>
        <w:t>____________________________________</w:t>
      </w:r>
      <w:r>
        <w:rPr>
          <w:i/>
          <w:sz w:val="24"/>
          <w:szCs w:val="24"/>
        </w:rPr>
        <w:t xml:space="preserve"> </w:t>
      </w:r>
    </w:p>
    <w:p w:rsidR="00CE0CFC" w:rsidRDefault="00CE0CFC" w:rsidP="0034547C">
      <w:pPr>
        <w:ind w:left="4536"/>
        <w:jc w:val="center"/>
        <w:rPr>
          <w:i/>
          <w:iCs/>
        </w:rPr>
      </w:pPr>
      <w:r w:rsidRPr="00F65B61">
        <w:rPr>
          <w:i/>
          <w:iCs/>
        </w:rPr>
        <w:t>(</w:t>
      </w:r>
      <w:r w:rsidRPr="00F65B61">
        <w:rPr>
          <w:bCs/>
          <w:i/>
          <w:iCs/>
        </w:rPr>
        <w:t>podpis</w:t>
      </w:r>
      <w:r w:rsidRPr="00F65B61">
        <w:rPr>
          <w:i/>
          <w:iCs/>
        </w:rPr>
        <w:t xml:space="preserve"> wykonawcy)</w:t>
      </w:r>
    </w:p>
    <w:p w:rsidR="00CE0CFC" w:rsidRPr="00F65B61" w:rsidRDefault="00CE0CFC" w:rsidP="0034547C">
      <w:pPr>
        <w:ind w:left="4536"/>
        <w:jc w:val="center"/>
        <w:rPr>
          <w:i/>
        </w:rPr>
      </w:pPr>
    </w:p>
    <w:p w:rsidR="00CE0CFC" w:rsidRPr="00F65B61" w:rsidRDefault="00CE0CFC" w:rsidP="0034547C">
      <w:pPr>
        <w:numPr>
          <w:ilvl w:val="1"/>
          <w:numId w:val="0"/>
        </w:numPr>
        <w:tabs>
          <w:tab w:val="num" w:pos="284"/>
        </w:tabs>
        <w:jc w:val="both"/>
        <w:rPr>
          <w:i/>
        </w:rPr>
      </w:pPr>
      <w:r w:rsidRPr="00F65B61">
        <w:rPr>
          <w:i/>
        </w:rPr>
        <w:t>W przypadku wykonawców wspólnie ubiegających sie o udzielenie zamówienia, Wykaz podpisuje pełnomocnik do reprezentowania wspólnie ubiegaj</w:t>
      </w:r>
      <w:r w:rsidRPr="00F65B61">
        <w:rPr>
          <w:rFonts w:eastAsia="TimesNewRoman"/>
          <w:i/>
        </w:rPr>
        <w:t>ą</w:t>
      </w:r>
      <w:r w:rsidRPr="00F65B61">
        <w:rPr>
          <w:i/>
        </w:rPr>
        <w:t>cych si</w:t>
      </w:r>
      <w:r w:rsidRPr="00F65B61">
        <w:rPr>
          <w:rFonts w:eastAsia="TimesNewRoman"/>
          <w:i/>
        </w:rPr>
        <w:t xml:space="preserve">ę </w:t>
      </w:r>
      <w:r w:rsidRPr="00F65B61">
        <w:rPr>
          <w:i/>
        </w:rPr>
        <w:t>o udzielenie zamówienia.</w:t>
      </w:r>
    </w:p>
    <w:p w:rsidR="00CE0CFC" w:rsidRPr="00F65B61" w:rsidRDefault="00CE0CFC" w:rsidP="0034547C">
      <w:pPr>
        <w:tabs>
          <w:tab w:val="left" w:pos="142"/>
        </w:tabs>
        <w:ind w:right="-285"/>
        <w:jc w:val="both"/>
        <w:rPr>
          <w:sz w:val="16"/>
          <w:szCs w:val="16"/>
        </w:rPr>
      </w:pPr>
      <w:r w:rsidRPr="00F65B61">
        <w:rPr>
          <w:b/>
        </w:rPr>
        <w:t>Druk do powielenia w zależności od potrzeb</w:t>
      </w:r>
      <w:r w:rsidRPr="00F65B61">
        <w:t>.</w:t>
      </w:r>
    </w:p>
    <w:p w:rsidR="00CE0CFC" w:rsidRDefault="00CE0CFC" w:rsidP="0034547C"/>
    <w:p w:rsidR="00CE0CFC" w:rsidRDefault="00CE0CFC"/>
    <w:sectPr w:rsidR="00CE0CFC" w:rsidSect="00DF59EF">
      <w:headerReference w:type="default" r:id="rId6"/>
      <w:pgSz w:w="11906" w:h="16838"/>
      <w:pgMar w:top="709" w:right="1133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CFC" w:rsidRDefault="00CE0CFC" w:rsidP="0034547C">
      <w:r>
        <w:separator/>
      </w:r>
    </w:p>
  </w:endnote>
  <w:endnote w:type="continuationSeparator" w:id="0">
    <w:p w:rsidR="00CE0CFC" w:rsidRDefault="00CE0CFC" w:rsidP="0034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CFC" w:rsidRDefault="00CE0CFC" w:rsidP="0034547C">
      <w:r>
        <w:separator/>
      </w:r>
    </w:p>
  </w:footnote>
  <w:footnote w:type="continuationSeparator" w:id="0">
    <w:p w:rsidR="00CE0CFC" w:rsidRDefault="00CE0CFC" w:rsidP="00345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CFC" w:rsidRDefault="00CE0CFC" w:rsidP="00DF59E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rPr>
        <w:rFonts w:ascii="Arial" w:hAnsi="Arial" w:cs="Arial"/>
        <w:sz w:val="18"/>
        <w:szCs w:val="18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028/2018                                                           </w:t>
    </w:r>
    <w:r>
      <w:rPr>
        <w:rFonts w:ascii="Arial" w:hAnsi="Arial" w:cs="Arial"/>
        <w:sz w:val="18"/>
        <w:szCs w:val="18"/>
      </w:rPr>
      <w:t>Wykaz urządzeń technicznych</w:t>
    </w:r>
  </w:p>
  <w:p w:rsidR="00CE0CFC" w:rsidRPr="0034547C" w:rsidRDefault="00CE0CFC" w:rsidP="0034547C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Calibri" w:hAnsi="Calibri"/>
      </w:rPr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10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47C"/>
    <w:rsid w:val="00037F0B"/>
    <w:rsid w:val="000957A8"/>
    <w:rsid w:val="000D4063"/>
    <w:rsid w:val="002C72A5"/>
    <w:rsid w:val="00331EAB"/>
    <w:rsid w:val="0034547C"/>
    <w:rsid w:val="00350E12"/>
    <w:rsid w:val="003D5C62"/>
    <w:rsid w:val="0043347C"/>
    <w:rsid w:val="00484B45"/>
    <w:rsid w:val="00487EBC"/>
    <w:rsid w:val="00670C24"/>
    <w:rsid w:val="007C2348"/>
    <w:rsid w:val="009732C8"/>
    <w:rsid w:val="009B0D56"/>
    <w:rsid w:val="00C55A47"/>
    <w:rsid w:val="00CE0CFC"/>
    <w:rsid w:val="00D662F2"/>
    <w:rsid w:val="00D67D36"/>
    <w:rsid w:val="00DF3428"/>
    <w:rsid w:val="00DF59EF"/>
    <w:rsid w:val="00E92CF1"/>
    <w:rsid w:val="00EB4425"/>
    <w:rsid w:val="00EE58C9"/>
    <w:rsid w:val="00F619FD"/>
    <w:rsid w:val="00F65B61"/>
    <w:rsid w:val="00F7652D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34547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47C"/>
    <w:pPr>
      <w:keepNext/>
      <w:outlineLvl w:val="0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547C"/>
    <w:rPr>
      <w:rFonts w:ascii="Arial" w:hAnsi="Arial" w:cs="Times New Roman"/>
      <w:b/>
      <w:sz w:val="20"/>
      <w:szCs w:val="20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34547C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4547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"/>
    <w:uiPriority w:val="99"/>
    <w:rsid w:val="0034547C"/>
    <w:rPr>
      <w:b/>
      <w:sz w:val="24"/>
    </w:rPr>
  </w:style>
  <w:style w:type="paragraph" w:styleId="BodyText">
    <w:name w:val="Body Text"/>
    <w:aliases w:val="Treść"/>
    <w:basedOn w:val="Normal"/>
    <w:link w:val="BodyTextChar"/>
    <w:uiPriority w:val="99"/>
    <w:rsid w:val="0034547C"/>
    <w:pPr>
      <w:ind w:right="-142"/>
      <w:jc w:val="both"/>
    </w:pPr>
    <w:rPr>
      <w:rFonts w:ascii="Arial" w:hAnsi="Arial"/>
      <w:sz w:val="22"/>
    </w:rPr>
  </w:style>
  <w:style w:type="character" w:customStyle="1" w:styleId="BodyTextChar">
    <w:name w:val="Body Text Char"/>
    <w:aliases w:val="Treść Char"/>
    <w:basedOn w:val="DefaultParagraphFont"/>
    <w:link w:val="BodyText"/>
    <w:uiPriority w:val="99"/>
    <w:locked/>
    <w:rsid w:val="0034547C"/>
    <w:rPr>
      <w:rFonts w:ascii="Arial" w:hAnsi="Arial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"/>
    <w:uiPriority w:val="99"/>
    <w:rsid w:val="0034547C"/>
    <w:pPr>
      <w:tabs>
        <w:tab w:val="left" w:pos="11766"/>
      </w:tabs>
      <w:jc w:val="both"/>
    </w:pPr>
    <w:rPr>
      <w:rFonts w:ascii="Arial" w:hAnsi="Arial"/>
    </w:rPr>
  </w:style>
  <w:style w:type="paragraph" w:customStyle="1" w:styleId="nagwek1">
    <w:name w:val="nag³ówek1"/>
    <w:uiPriority w:val="99"/>
    <w:rsid w:val="0034547C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34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547C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182</Words>
  <Characters>1093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8</cp:revision>
  <cp:lastPrinted>2018-03-14T08:35:00Z</cp:lastPrinted>
  <dcterms:created xsi:type="dcterms:W3CDTF">2018-03-14T08:26:00Z</dcterms:created>
  <dcterms:modified xsi:type="dcterms:W3CDTF">2018-05-10T10:42:00Z</dcterms:modified>
</cp:coreProperties>
</file>